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bookmarkStart w:id="0" w:name="_GoBack"/>
      <w:bookmarkEnd w:id="0"/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«Ростех»</w:t>
      </w:r>
      <w:r w:rsidRPr="00073B6C">
        <w:rPr>
          <w:szCs w:val="28"/>
          <w:lang w:eastAsia="en-US"/>
        </w:rPr>
        <w:br/>
      </w:r>
    </w:p>
    <w:p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1" w:name="_Ref409196594"/>
      <w:bookmarkStart w:id="2" w:name="_Ref284799018"/>
      <w:bookmarkEnd w:id="1"/>
      <w:bookmarkEnd w:id="2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3" w:name="_Hlt309243437"/>
      <w:bookmarkEnd w:id="3"/>
    </w:p>
    <w:p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4" w:name="_Toc443051013"/>
      <w:bookmarkStart w:id="5" w:name="_Toc443051014"/>
      <w:bookmarkStart w:id="6" w:name="_Toc443051015"/>
      <w:bookmarkStart w:id="7" w:name="_Toc443051016"/>
      <w:bookmarkStart w:id="8" w:name="_Toc443051017"/>
      <w:bookmarkStart w:id="9" w:name="_Toc443051018"/>
      <w:bookmarkStart w:id="10" w:name="_Toc443051019"/>
      <w:bookmarkStart w:id="11" w:name="_Toc443051020"/>
      <w:bookmarkStart w:id="12" w:name="_Toc443051021"/>
      <w:bookmarkStart w:id="13" w:name="_Toc443051022"/>
      <w:bookmarkStart w:id="14" w:name="_Toc443051023"/>
      <w:bookmarkStart w:id="15" w:name="_Toc443051024"/>
      <w:bookmarkStart w:id="16" w:name="_Toc443051026"/>
      <w:bookmarkStart w:id="17" w:name="_Toc443051027"/>
      <w:bookmarkStart w:id="18" w:name="_Toc443051028"/>
      <w:bookmarkStart w:id="19" w:name="_Toc443051029"/>
      <w:bookmarkStart w:id="20" w:name="_Toc443051030"/>
      <w:bookmarkStart w:id="21" w:name="_Toc443051031"/>
      <w:bookmarkStart w:id="22" w:name="_Toc443051032"/>
      <w:bookmarkStart w:id="23" w:name="_Toc443051033"/>
      <w:bookmarkStart w:id="24" w:name="_Toc443051034"/>
      <w:bookmarkStart w:id="25" w:name="_Toc443051035"/>
      <w:bookmarkStart w:id="26" w:name="_Toc443051036"/>
      <w:bookmarkStart w:id="27" w:name="_Toc443051037"/>
      <w:bookmarkStart w:id="28" w:name="_Toc443051038"/>
      <w:bookmarkStart w:id="29" w:name="_Toc443051039"/>
      <w:bookmarkStart w:id="30" w:name="_Toc443051040"/>
      <w:bookmarkStart w:id="31" w:name="_Toc443051041"/>
      <w:bookmarkStart w:id="32" w:name="_Toc443051042"/>
      <w:bookmarkStart w:id="33" w:name="_Toc443051043"/>
      <w:bookmarkStart w:id="34" w:name="_Toc443051044"/>
      <w:bookmarkStart w:id="35" w:name="_Toc422247281"/>
      <w:bookmarkStart w:id="36" w:name="_Toc417909003"/>
      <w:bookmarkStart w:id="37" w:name="_Toc443051045"/>
      <w:bookmarkStart w:id="38" w:name="_Toc422420115"/>
      <w:bookmarkStart w:id="39" w:name="_Toc247716091"/>
      <w:bookmarkStart w:id="40" w:name="_Toc247716089"/>
      <w:bookmarkStart w:id="41" w:name="_Ref2638816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302586">
        <w:lastRenderedPageBreak/>
        <w:t>Общие положения</w:t>
      </w:r>
      <w:bookmarkEnd w:id="36"/>
      <w:bookmarkEnd w:id="37"/>
      <w:bookmarkEnd w:id="38"/>
    </w:p>
    <w:p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2" w:name="_Toc422247283"/>
      <w:bookmarkStart w:id="43" w:name="_Toc422247284"/>
      <w:bookmarkStart w:id="44" w:name="_Toc422247285"/>
      <w:bookmarkStart w:id="45" w:name="_Toc422247286"/>
      <w:bookmarkStart w:id="46" w:name="_Toc422247287"/>
      <w:bookmarkStart w:id="47" w:name="_Toc422247289"/>
      <w:bookmarkStart w:id="48" w:name="_Toc422247290"/>
      <w:bookmarkStart w:id="49" w:name="_Toc422247291"/>
      <w:bookmarkStart w:id="50" w:name="_Toc422247292"/>
      <w:bookmarkStart w:id="51" w:name="_Toc422247293"/>
      <w:bookmarkStart w:id="52" w:name="_Toc422247294"/>
      <w:bookmarkStart w:id="53" w:name="_Toc422247295"/>
      <w:bookmarkStart w:id="54" w:name="_Toc422247296"/>
      <w:bookmarkStart w:id="55" w:name="_Toc422247297"/>
      <w:bookmarkStart w:id="56" w:name="_Toc422247298"/>
      <w:bookmarkStart w:id="57" w:name="_Toc422247299"/>
      <w:bookmarkStart w:id="58" w:name="_Toc422247300"/>
      <w:bookmarkStart w:id="59" w:name="_Toc422247301"/>
      <w:bookmarkStart w:id="60" w:name="_Toc422247302"/>
      <w:bookmarkStart w:id="61" w:name="_Toc422247303"/>
      <w:bookmarkStart w:id="62" w:name="_Toc422247304"/>
      <w:bookmarkStart w:id="63" w:name="_Toc422247305"/>
      <w:bookmarkStart w:id="64" w:name="_Toc422247306"/>
      <w:bookmarkStart w:id="65" w:name="_Toc422087594"/>
      <w:bookmarkStart w:id="66" w:name="_Toc422141541"/>
      <w:bookmarkStart w:id="67" w:name="_Toc422144253"/>
      <w:bookmarkStart w:id="68" w:name="_Toc422167061"/>
      <w:bookmarkStart w:id="69" w:name="_Toc422247307"/>
      <w:bookmarkStart w:id="70" w:name="_Toc422247308"/>
      <w:bookmarkStart w:id="71" w:name="_Toc422247309"/>
      <w:bookmarkStart w:id="72" w:name="_Toc422247310"/>
      <w:bookmarkStart w:id="73" w:name="_Toc422247311"/>
      <w:bookmarkStart w:id="74" w:name="_Toc422247312"/>
      <w:bookmarkStart w:id="75" w:name="_Toc422247313"/>
      <w:bookmarkStart w:id="76" w:name="_Toc422247314"/>
      <w:bookmarkStart w:id="77" w:name="_Toc422247315"/>
      <w:bookmarkStart w:id="78" w:name="_Toc422247316"/>
      <w:bookmarkStart w:id="79" w:name="_Toc422247317"/>
      <w:bookmarkStart w:id="80" w:name="_Toc422247318"/>
      <w:bookmarkStart w:id="81" w:name="_Toc422247319"/>
      <w:bookmarkStart w:id="82" w:name="_Toc422247320"/>
      <w:bookmarkStart w:id="83" w:name="_Toc422247321"/>
      <w:bookmarkStart w:id="84" w:name="_Toc422247322"/>
      <w:bookmarkStart w:id="85" w:name="_Toc422247323"/>
      <w:bookmarkStart w:id="86" w:name="_Toc422247324"/>
      <w:bookmarkStart w:id="87" w:name="_Toc422247325"/>
      <w:bookmarkStart w:id="88" w:name="_Toc422247326"/>
      <w:bookmarkStart w:id="89" w:name="_Toc422247327"/>
      <w:bookmarkStart w:id="90" w:name="_Toc422247328"/>
      <w:bookmarkStart w:id="91" w:name="_Toc422247329"/>
      <w:bookmarkStart w:id="92" w:name="_Toc422247330"/>
      <w:bookmarkStart w:id="93" w:name="_Toc422247331"/>
      <w:bookmarkStart w:id="94" w:name="_Toc422247332"/>
      <w:bookmarkStart w:id="95" w:name="_Toc422247333"/>
      <w:bookmarkStart w:id="96" w:name="_Toc422247334"/>
      <w:bookmarkStart w:id="97" w:name="_Toc422247335"/>
      <w:bookmarkStart w:id="98" w:name="_Toc422247336"/>
      <w:bookmarkStart w:id="99" w:name="_Toc422247337"/>
      <w:bookmarkStart w:id="100" w:name="_Toc422247338"/>
      <w:bookmarkStart w:id="101" w:name="_Toc422247339"/>
      <w:bookmarkStart w:id="102" w:name="_Toc422247340"/>
      <w:bookmarkStart w:id="103" w:name="_Toc422247341"/>
      <w:bookmarkStart w:id="104" w:name="_Toc422247342"/>
      <w:bookmarkStart w:id="105" w:name="_Toc422247343"/>
      <w:bookmarkStart w:id="106" w:name="_Toc422247344"/>
      <w:bookmarkStart w:id="107" w:name="_Toc422247345"/>
      <w:bookmarkStart w:id="108" w:name="_Toc422247346"/>
      <w:bookmarkStart w:id="109" w:name="_Toc422247347"/>
      <w:bookmarkStart w:id="110" w:name="_Toc422247348"/>
      <w:bookmarkStart w:id="111" w:name="_Toc422247349"/>
      <w:bookmarkStart w:id="112" w:name="_Toc422247350"/>
      <w:bookmarkStart w:id="113" w:name="_Toc422247351"/>
      <w:bookmarkStart w:id="114" w:name="_Toc422247352"/>
      <w:bookmarkStart w:id="115" w:name="_Toc422247353"/>
      <w:bookmarkStart w:id="116" w:name="_Toc417888225"/>
      <w:bookmarkStart w:id="117" w:name="_Toc417898343"/>
      <w:bookmarkStart w:id="118" w:name="_Toc422247354"/>
      <w:bookmarkStart w:id="119" w:name="_Toc422247355"/>
      <w:bookmarkStart w:id="120" w:name="_Toc422247356"/>
      <w:bookmarkStart w:id="121" w:name="_Toc422247357"/>
      <w:bookmarkStart w:id="122" w:name="_Toc422247358"/>
      <w:bookmarkStart w:id="123" w:name="_Toc422247359"/>
      <w:bookmarkStart w:id="124" w:name="_Toc422247360"/>
      <w:bookmarkStart w:id="125" w:name="_Toc422247361"/>
      <w:bookmarkStart w:id="126" w:name="_Toc422247362"/>
      <w:bookmarkStart w:id="127" w:name="_Toc422247363"/>
      <w:bookmarkStart w:id="128" w:name="_Toc422247364"/>
      <w:bookmarkStart w:id="129" w:name="_Toc422247365"/>
      <w:bookmarkStart w:id="130" w:name="_Toc422247366"/>
      <w:bookmarkStart w:id="131" w:name="_Toc422247367"/>
      <w:bookmarkStart w:id="132" w:name="_Toc422247368"/>
      <w:bookmarkStart w:id="133" w:name="_Toc422247369"/>
      <w:bookmarkStart w:id="134" w:name="_Toc422247370"/>
      <w:bookmarkStart w:id="135" w:name="_Toc422247371"/>
      <w:bookmarkStart w:id="136" w:name="_Toc422247372"/>
      <w:bookmarkStart w:id="137" w:name="_Toc422247373"/>
      <w:bookmarkStart w:id="138" w:name="_Toc422167066"/>
      <w:bookmarkStart w:id="139" w:name="_Toc422087599"/>
      <w:bookmarkStart w:id="140" w:name="_Toc422141546"/>
      <w:bookmarkStart w:id="141" w:name="_Toc422144258"/>
      <w:bookmarkStart w:id="142" w:name="_Toc422167067"/>
      <w:bookmarkStart w:id="143" w:name="_Toc422247374"/>
      <w:bookmarkStart w:id="144" w:name="_Toc422247375"/>
      <w:bookmarkStart w:id="145" w:name="_Toc422247376"/>
      <w:bookmarkStart w:id="146" w:name="_Toc422247377"/>
      <w:bookmarkStart w:id="147" w:name="_Toc422247378"/>
      <w:bookmarkStart w:id="148" w:name="_Toc422247379"/>
      <w:bookmarkStart w:id="149" w:name="_Toc422247380"/>
      <w:bookmarkStart w:id="150" w:name="_Toc422247381"/>
      <w:bookmarkStart w:id="151" w:name="_Toc422247382"/>
      <w:bookmarkStart w:id="152" w:name="_Toc422247383"/>
      <w:bookmarkStart w:id="153" w:name="_Toc422247384"/>
      <w:bookmarkStart w:id="154" w:name="_Toc422247385"/>
      <w:bookmarkStart w:id="155" w:name="_Toc422247386"/>
      <w:bookmarkStart w:id="156" w:name="_Toc422247387"/>
      <w:bookmarkStart w:id="157" w:name="_Toc422247388"/>
      <w:bookmarkStart w:id="158" w:name="_Toc422247389"/>
      <w:bookmarkStart w:id="159" w:name="_Toc422247390"/>
      <w:bookmarkStart w:id="160" w:name="_Toc422247391"/>
      <w:bookmarkStart w:id="161" w:name="_Toc422247392"/>
      <w:bookmarkStart w:id="162" w:name="_Toc422247393"/>
      <w:bookmarkStart w:id="163" w:name="_Toc422247394"/>
      <w:bookmarkStart w:id="164" w:name="_Toc422247395"/>
      <w:bookmarkStart w:id="165" w:name="_Toc422247396"/>
      <w:bookmarkStart w:id="166" w:name="_Toc422247397"/>
      <w:bookmarkStart w:id="167" w:name="_Toc422247398"/>
      <w:bookmarkStart w:id="168" w:name="_Toc422247399"/>
      <w:bookmarkStart w:id="169" w:name="_Toc422247400"/>
      <w:bookmarkStart w:id="170" w:name="_Toc422247401"/>
      <w:bookmarkStart w:id="171" w:name="_Toc422247402"/>
      <w:bookmarkStart w:id="172" w:name="_Toc422247403"/>
      <w:bookmarkStart w:id="173" w:name="_Toc422247404"/>
      <w:bookmarkStart w:id="174" w:name="_Toc422247405"/>
      <w:bookmarkStart w:id="175" w:name="_Toc422247406"/>
      <w:bookmarkStart w:id="176" w:name="_Toc422247407"/>
      <w:bookmarkStart w:id="177" w:name="_Toc422247408"/>
      <w:bookmarkStart w:id="178" w:name="_Toc422247409"/>
      <w:bookmarkStart w:id="179" w:name="_Toc422247410"/>
      <w:bookmarkStart w:id="180" w:name="_Toc422247411"/>
      <w:bookmarkStart w:id="181" w:name="_Toc422247412"/>
      <w:bookmarkStart w:id="182" w:name="_Toc422247413"/>
      <w:bookmarkStart w:id="183" w:name="_Toc422247414"/>
      <w:bookmarkStart w:id="184" w:name="_Toc422247415"/>
      <w:bookmarkStart w:id="185" w:name="_Toc422247416"/>
      <w:bookmarkStart w:id="186" w:name="_Toc422247417"/>
      <w:bookmarkStart w:id="187" w:name="_Toc422247418"/>
      <w:bookmarkStart w:id="188" w:name="_Toc422247419"/>
      <w:bookmarkStart w:id="189" w:name="_Toc422247420"/>
      <w:bookmarkStart w:id="190" w:name="_Toc422247421"/>
      <w:bookmarkStart w:id="191" w:name="_Toc422247422"/>
      <w:bookmarkStart w:id="192" w:name="_Toc422247423"/>
      <w:bookmarkStart w:id="193" w:name="_Toc422247424"/>
      <w:bookmarkStart w:id="194" w:name="_Toc422247425"/>
      <w:bookmarkStart w:id="195" w:name="_Toc422247426"/>
      <w:bookmarkStart w:id="196" w:name="_Toc422167072"/>
      <w:bookmarkStart w:id="197" w:name="_Toc417888231"/>
      <w:bookmarkStart w:id="198" w:name="_Toc417898349"/>
      <w:bookmarkStart w:id="199" w:name="_Toc422247427"/>
      <w:bookmarkStart w:id="200" w:name="_Toc422247428"/>
      <w:bookmarkStart w:id="201" w:name="_Toc422247429"/>
      <w:bookmarkStart w:id="202" w:name="_Toc422247430"/>
      <w:bookmarkStart w:id="203" w:name="_Toc422247431"/>
      <w:bookmarkStart w:id="204" w:name="_Toc422247432"/>
      <w:bookmarkStart w:id="205" w:name="_Toc422247433"/>
      <w:bookmarkStart w:id="206" w:name="_Toc422247434"/>
      <w:bookmarkStart w:id="207" w:name="_Toc422247435"/>
      <w:bookmarkStart w:id="208" w:name="_Toc422247436"/>
      <w:bookmarkStart w:id="209" w:name="_Toc422247437"/>
      <w:bookmarkStart w:id="210" w:name="_Toc422247438"/>
      <w:bookmarkStart w:id="211" w:name="_Toc422247439"/>
      <w:bookmarkStart w:id="212" w:name="_Toc422247440"/>
      <w:bookmarkStart w:id="213" w:name="_Toc422247441"/>
      <w:bookmarkStart w:id="214" w:name="_Toc422247442"/>
      <w:bookmarkStart w:id="215" w:name="_Toc422247443"/>
      <w:bookmarkStart w:id="216" w:name="_Toc422247444"/>
      <w:bookmarkStart w:id="217" w:name="_Toc422247445"/>
      <w:bookmarkStart w:id="218" w:name="_Toc422247446"/>
      <w:bookmarkStart w:id="219" w:name="_Toc422247447"/>
      <w:bookmarkStart w:id="220" w:name="_Toc422247448"/>
      <w:bookmarkStart w:id="221" w:name="_Toc422247449"/>
      <w:bookmarkStart w:id="222" w:name="_Toc422247450"/>
      <w:bookmarkStart w:id="223" w:name="_Toc422247451"/>
      <w:bookmarkStart w:id="224" w:name="_Toc422247452"/>
      <w:bookmarkStart w:id="225" w:name="_Toc422247453"/>
      <w:bookmarkStart w:id="226" w:name="_Toc422247454"/>
      <w:bookmarkStart w:id="227" w:name="_Toc422247455"/>
      <w:bookmarkStart w:id="228" w:name="_Toc422247456"/>
      <w:bookmarkStart w:id="229" w:name="_Toc422247457"/>
      <w:bookmarkStart w:id="230" w:name="_Toc422247458"/>
      <w:bookmarkStart w:id="231" w:name="_Toc422247459"/>
      <w:bookmarkStart w:id="232" w:name="_Toc422247460"/>
      <w:bookmarkStart w:id="233" w:name="_Toc422167075"/>
      <w:bookmarkStart w:id="234" w:name="_Toc417888234"/>
      <w:bookmarkStart w:id="235" w:name="_Toc417898352"/>
      <w:bookmarkStart w:id="236" w:name="_Toc422247461"/>
      <w:bookmarkStart w:id="237" w:name="_Toc422247462"/>
      <w:bookmarkStart w:id="238" w:name="_Toc422247463"/>
      <w:bookmarkStart w:id="239" w:name="_Toc422247464"/>
      <w:bookmarkStart w:id="240" w:name="_Toc422247465"/>
      <w:bookmarkStart w:id="241" w:name="_Toc422247466"/>
      <w:bookmarkStart w:id="242" w:name="_Toc422247467"/>
      <w:bookmarkStart w:id="243" w:name="_Toc422247468"/>
      <w:bookmarkStart w:id="244" w:name="_Toc422247469"/>
      <w:bookmarkStart w:id="245" w:name="_Toc422247470"/>
      <w:bookmarkStart w:id="246" w:name="_Toc422247471"/>
      <w:bookmarkStart w:id="247" w:name="_Toc422247472"/>
      <w:bookmarkStart w:id="248" w:name="_Toc422247473"/>
      <w:bookmarkStart w:id="249" w:name="_Toc422247474"/>
      <w:bookmarkStart w:id="250" w:name="_Toc422247475"/>
      <w:bookmarkStart w:id="251" w:name="_Toc422247476"/>
      <w:bookmarkStart w:id="252" w:name="_Toc422247477"/>
      <w:bookmarkStart w:id="253" w:name="_Toc422247478"/>
      <w:bookmarkStart w:id="254" w:name="_Toc422247479"/>
      <w:bookmarkStart w:id="255" w:name="_Toc422247480"/>
      <w:bookmarkStart w:id="256" w:name="_Toc422247481"/>
      <w:bookmarkStart w:id="257" w:name="_Toc422247482"/>
      <w:bookmarkStart w:id="258" w:name="_Toc422247483"/>
      <w:bookmarkStart w:id="259" w:name="_Toc422087612"/>
      <w:bookmarkStart w:id="260" w:name="_Toc422141559"/>
      <w:bookmarkStart w:id="261" w:name="_Toc422144271"/>
      <w:bookmarkStart w:id="262" w:name="_Toc422167082"/>
      <w:bookmarkStart w:id="263" w:name="_Toc443051048"/>
      <w:bookmarkStart w:id="264" w:name="_Toc422420118"/>
      <w:bookmarkStart w:id="265" w:name="_Toc417909023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3"/>
      <w:bookmarkEnd w:id="264"/>
      <w:bookmarkEnd w:id="265"/>
    </w:p>
    <w:p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6"/>
    </w:p>
    <w:p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7"/>
    </w:p>
    <w:p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:rsidR="007901D1" w:rsidRPr="00302586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8" w:name="_Ref417658137"/>
      <w:bookmarkStart w:id="269" w:name="_Ref419196998"/>
      <w:r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</w:p>
    <w:p w:rsidR="007901D1" w:rsidRPr="00302586" w:rsidRDefault="00DE1FF7" w:rsidP="004849A8">
      <w:pPr>
        <w:pStyle w:val="5"/>
        <w:ind w:left="1985"/>
      </w:pPr>
      <w:r w:rsidRPr="00302586">
        <w:t xml:space="preserve">лично заинтересованные в результатах определения поставщиков, в том числе физические лица, подавшие заявки на участие в закупке или состоящие в штате организаций, подавших данные заявки, физические лица, на которых способны оказать влияние участники закупки (в том числе физические лица, являющиеся </w:t>
      </w:r>
      <w:r w:rsidRPr="00302586">
        <w:lastRenderedPageBreak/>
        <w:t>участниками (акционерами) этих организаций, членами их органов управления, кредиторами указанных участников закупки;</w:t>
      </w:r>
    </w:p>
    <w:p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</w:t>
      </w:r>
    </w:p>
    <w:p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0" w:name="_Ref417472223"/>
      <w:bookmarkEnd w:id="268"/>
      <w:bookmarkEnd w:id="269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Перечень переменных членов ЗК Корпорации определяется правовым актом Корпорации.</w:t>
      </w:r>
    </w:p>
    <w:p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Перечень переменных членов СЗК определяется распорядительным документом руководителя соответствующего заказчика 2-го уровня, в котором создается СЗК по представлению заказчиков, в интересах которых проводится закупка.</w:t>
      </w:r>
    </w:p>
    <w:p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 xml:space="preserve">определяется либо распорядительным документом руководителя соответствующего заказчика, в котором создается </w:t>
      </w:r>
      <w:r w:rsidRPr="00F64B3C">
        <w:rPr>
          <w:b w:val="0"/>
        </w:rPr>
        <w:lastRenderedPageBreak/>
        <w:t>ЗК (при формировании основного состава ЗК), либо путем издания дополнительного распорядительного документа.</w:t>
      </w:r>
    </w:p>
    <w:p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1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>должны иметь документ, подтверждающий прохождение ими специальной подготовки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закупок, в том числе для государственных и муниципальных нужд.</w:t>
      </w:r>
      <w:bookmarkEnd w:id="271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2" w:name="_Ref417472239"/>
      <w:bookmarkEnd w:id="270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C00254" w:rsidRPr="00302586">
        <w:rPr>
          <w:b w:val="0"/>
        </w:rPr>
        <w:t>специальной подготовки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закупок, в том числе 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2"/>
    </w:p>
    <w:p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3" w:name="_Toc417909024"/>
      <w:bookmarkStart w:id="274" w:name="_Toc443051049"/>
      <w:bookmarkStart w:id="275" w:name="_Toc422420119"/>
      <w:r w:rsidRPr="00302586">
        <w:t>Права и обязанности членов ЗК</w:t>
      </w:r>
      <w:bookmarkEnd w:id="273"/>
      <w:bookmarkEnd w:id="274"/>
      <w:bookmarkEnd w:id="275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>обладает правом голоса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:rsidR="00DA716B" w:rsidRDefault="00484E72" w:rsidP="00CD11C9">
      <w:pPr>
        <w:pStyle w:val="5"/>
        <w:ind w:left="1985"/>
      </w:pPr>
      <w:r>
        <w:t>при голосовании «ЗА» или «ПРОТИВ» письменно изложить свое особое мнение (суждение);</w:t>
      </w:r>
    </w:p>
    <w:p w:rsidR="00310D31" w:rsidRPr="00302586" w:rsidRDefault="00310D31" w:rsidP="004849A8">
      <w:pPr>
        <w:pStyle w:val="5"/>
        <w:ind w:left="1985"/>
      </w:pPr>
      <w:r w:rsidRPr="00302586"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A769D5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:rsidR="00310D31" w:rsidRPr="00302586" w:rsidRDefault="00310D31" w:rsidP="004849A8">
      <w:pPr>
        <w:pStyle w:val="5"/>
        <w:ind w:left="1985"/>
      </w:pPr>
      <w:r w:rsidRPr="00302586">
        <w:t>голосовать по каждому вопросу заседания ЗК, а также письменно выражать особое мнение (суждение) по рассматриваемым на заседании</w:t>
      </w:r>
      <w:r w:rsidR="00C211D6">
        <w:t xml:space="preserve"> ЗК</w:t>
      </w:r>
      <w:r w:rsidRPr="00302586">
        <w:t xml:space="preserve"> вопросам.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:rsidR="00C00254" w:rsidRPr="00302586" w:rsidRDefault="00C00254" w:rsidP="004849A8">
      <w:pPr>
        <w:pStyle w:val="5"/>
        <w:ind w:left="1985"/>
      </w:pPr>
      <w:r w:rsidRPr="00302586"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</w:t>
      </w:r>
      <w:r w:rsidR="00783572">
        <w:lastRenderedPageBreak/>
        <w:t>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BE30F6">
        <w:t xml:space="preserve"> </w:t>
      </w:r>
      <w:r w:rsidR="003C1636" w:rsidRPr="00302586">
        <w:t>);</w:t>
      </w:r>
    </w:p>
    <w:p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 и документацию о закупке</w:t>
      </w:r>
      <w:r w:rsidRPr="00302586">
        <w:t>,</w:t>
      </w:r>
      <w:r w:rsidR="00672551" w:rsidRPr="00302586">
        <w:t xml:space="preserve"> включая изменения документации о закупке,</w:t>
      </w:r>
      <w:r w:rsidRPr="00302586">
        <w:t xml:space="preserve"> </w:t>
      </w:r>
      <w:r w:rsidR="00484E72">
        <w:t xml:space="preserve">отказ от проведения закупки,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 и документацией о закупке, а также Положением о закупке;</w:t>
      </w:r>
    </w:p>
    <w:p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:rsidR="001A279B" w:rsidRPr="00302586" w:rsidRDefault="00733A9D" w:rsidP="004849A8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AD25CA" w:rsidRPr="00302586">
        <w:t>заяв</w:t>
      </w:r>
      <w:r w:rsidR="00AD25CA">
        <w:t>лять</w:t>
      </w:r>
      <w:r w:rsidR="00AD25CA" w:rsidRPr="00302586">
        <w:t xml:space="preserve"> </w:t>
      </w:r>
      <w:r w:rsidRPr="00302586">
        <w:t>самоотвод и уведомить о причинах самоотвода секретаря</w:t>
      </w:r>
      <w:r w:rsidR="00866FEB">
        <w:t xml:space="preserve"> ЗК</w:t>
      </w:r>
      <w:r w:rsidR="00FE48FC" w:rsidRPr="00302586">
        <w:t xml:space="preserve"> </w:t>
      </w:r>
      <w:r w:rsidRPr="00302586">
        <w:t>в</w:t>
      </w:r>
      <w:r w:rsidR="001B34C7" w:rsidRPr="00302586">
        <w:t xml:space="preserve"> случае возникновения каких-либо обстоятельств, указывающих на личную заинтересованность в рассмотрении вопроса повестки заседания</w:t>
      </w:r>
      <w:r w:rsidR="00AD25CA">
        <w:t xml:space="preserve"> </w:t>
      </w:r>
      <w:r w:rsidRPr="00302586">
        <w:t>или</w:t>
      </w:r>
      <w:r w:rsidR="001B34C7" w:rsidRPr="00302586">
        <w:t xml:space="preserve"> в результатах проведения закупки, в том числе установленных в п</w:t>
      </w:r>
      <w:r w:rsidR="00081248">
        <w:t>ункте</w:t>
      </w:r>
      <w:r w:rsidR="00257FF2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="001B34C7" w:rsidRPr="00302586">
        <w:t xml:space="preserve"> Положения</w:t>
      </w:r>
      <w:r w:rsidR="00302586" w:rsidRPr="00302586">
        <w:t xml:space="preserve"> о ЗК</w:t>
      </w:r>
      <w:r w:rsidR="00750493" w:rsidRPr="00302586">
        <w:t>;</w:t>
      </w:r>
    </w:p>
    <w:p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</w:t>
      </w:r>
      <w:r w:rsidR="00484E72">
        <w:rPr>
          <w:b w:val="0"/>
        </w:rPr>
        <w:lastRenderedPageBreak/>
        <w:t xml:space="preserve">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6" w:name="_Toc417909025"/>
      <w:bookmarkStart w:id="277" w:name="_Toc443051050"/>
      <w:bookmarkStart w:id="278" w:name="_Toc422420120"/>
      <w:r w:rsidRPr="00302586">
        <w:t>Права и обязанности председателя</w:t>
      </w:r>
      <w:bookmarkEnd w:id="276"/>
      <w:bookmarkEnd w:id="277"/>
      <w:bookmarkEnd w:id="278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9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79"/>
    </w:p>
    <w:p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:rsidR="003C1636" w:rsidRPr="00302586" w:rsidRDefault="003C1636" w:rsidP="004849A8">
      <w:pPr>
        <w:pStyle w:val="5"/>
        <w:ind w:left="1985"/>
      </w:pPr>
      <w:bookmarkStart w:id="280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0"/>
    </w:p>
    <w:p w:rsidR="003C1636" w:rsidRPr="00302586" w:rsidRDefault="003C1636" w:rsidP="004849A8">
      <w:pPr>
        <w:pStyle w:val="5"/>
        <w:ind w:left="1985"/>
      </w:pPr>
      <w:bookmarkStart w:id="281" w:name="_Ref416257012"/>
      <w:r w:rsidRPr="00302586"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1"/>
    </w:p>
    <w:p w:rsidR="006D12DE" w:rsidRPr="00302586" w:rsidRDefault="006D12DE" w:rsidP="004849A8">
      <w:pPr>
        <w:pStyle w:val="5"/>
        <w:ind w:left="1985"/>
      </w:pPr>
      <w:r w:rsidRPr="00302586"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 и документацию о закупке;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 xml:space="preserve">извещение </w:t>
      </w:r>
      <w:r w:rsidRPr="00302586">
        <w:t xml:space="preserve">и </w:t>
      </w:r>
      <w:r w:rsidR="0009566A" w:rsidRPr="00302586">
        <w:t xml:space="preserve">документацию </w:t>
      </w:r>
      <w:r w:rsidRPr="00302586">
        <w:t>о закупке;</w:t>
      </w:r>
    </w:p>
    <w:p w:rsidR="003C1636" w:rsidRPr="00302586" w:rsidRDefault="003C1636" w:rsidP="004849A8">
      <w:pPr>
        <w:pStyle w:val="5"/>
        <w:ind w:left="1985"/>
      </w:pPr>
      <w:r w:rsidRPr="00302586">
        <w:lastRenderedPageBreak/>
        <w:t>утверждает отказ от проведения закупки;</w:t>
      </w:r>
    </w:p>
    <w:p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2" w:name="_Toc422087617"/>
      <w:bookmarkStart w:id="283" w:name="_Toc422141564"/>
      <w:bookmarkStart w:id="284" w:name="_Toc422144276"/>
      <w:bookmarkStart w:id="285" w:name="_Toc422167087"/>
      <w:bookmarkStart w:id="286" w:name="_Toc417909026"/>
      <w:bookmarkStart w:id="287" w:name="_Toc443051051"/>
      <w:bookmarkStart w:id="288" w:name="_Toc422420121"/>
      <w:bookmarkEnd w:id="282"/>
      <w:bookmarkEnd w:id="283"/>
      <w:bookmarkEnd w:id="284"/>
      <w:bookmarkEnd w:id="285"/>
      <w:r w:rsidRPr="00302586">
        <w:t>Права и обязанности заместителя председателя</w:t>
      </w:r>
      <w:bookmarkEnd w:id="286"/>
      <w:bookmarkEnd w:id="287"/>
      <w:bookmarkEnd w:id="288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9" w:name="_Toc417909027"/>
      <w:bookmarkStart w:id="290" w:name="_Toc443051052"/>
      <w:bookmarkStart w:id="291" w:name="_Toc422420122"/>
      <w:r w:rsidRPr="00302586">
        <w:t>Права и обязанности секретаря</w:t>
      </w:r>
      <w:bookmarkEnd w:id="289"/>
      <w:bookmarkEnd w:id="290"/>
      <w:bookmarkEnd w:id="291"/>
    </w:p>
    <w:p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Функции </w:t>
      </w:r>
      <w:r w:rsidR="00995B75" w:rsidRPr="004C7764">
        <w:rPr>
          <w:b w:val="0"/>
        </w:rPr>
        <w:t xml:space="preserve">закупочной </w:t>
      </w:r>
      <w:r w:rsidR="0060026E" w:rsidRPr="004C7764">
        <w:rPr>
          <w:b w:val="0"/>
        </w:rPr>
        <w:t>деятельности</w:t>
      </w:r>
      <w:r w:rsidR="00AD25CA">
        <w:rPr>
          <w:b w:val="0"/>
        </w:rPr>
        <w:t>.</w:t>
      </w:r>
    </w:p>
    <w:p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 xml:space="preserve">обязанностями члена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2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2"/>
    </w:p>
    <w:p w:rsidR="00F7097B" w:rsidRPr="00302586" w:rsidRDefault="00F7097B" w:rsidP="004849A8">
      <w:pPr>
        <w:pStyle w:val="5"/>
        <w:ind w:left="1985"/>
      </w:pPr>
      <w:r w:rsidRPr="00302586">
        <w:t>формирует график проведения заседаний и доводит его до сведения всех членов ЗК;</w:t>
      </w:r>
    </w:p>
    <w:p w:rsidR="00341D82" w:rsidRPr="00302586" w:rsidRDefault="00341D82" w:rsidP="004849A8">
      <w:pPr>
        <w:pStyle w:val="5"/>
        <w:ind w:left="1985"/>
      </w:pPr>
      <w:r w:rsidRPr="00302586"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:rsidR="00EB6CDB" w:rsidRPr="00302586" w:rsidRDefault="00EB6CDB" w:rsidP="004849A8">
      <w:pPr>
        <w:pStyle w:val="5"/>
        <w:ind w:left="1985"/>
      </w:pPr>
      <w:r w:rsidRPr="00302586"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:rsidR="00DA2E29" w:rsidRPr="00302586" w:rsidRDefault="00DA2E29" w:rsidP="004849A8">
      <w:pPr>
        <w:pStyle w:val="5"/>
        <w:ind w:left="1985"/>
      </w:pPr>
      <w:r w:rsidRPr="00302586">
        <w:lastRenderedPageBreak/>
        <w:t>объявляет о наличии кворума; в случае отсутствия кворума объявляет о месте, дате и времени проведения нового заседания;</w:t>
      </w:r>
    </w:p>
    <w:p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:rsidR="00DA2E29" w:rsidRPr="00302586" w:rsidRDefault="00DA2E29" w:rsidP="004849A8">
      <w:pPr>
        <w:pStyle w:val="5"/>
        <w:ind w:left="1985"/>
      </w:pPr>
      <w:r w:rsidRPr="00302586">
        <w:t>непосредственно перед вскрытием поступивших конвертов с заявками на участие в закупке, проводимой в бумажной форме, но не ранее времени, указанного в 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:rsidR="003C1636" w:rsidRDefault="003C1636" w:rsidP="004849A8">
      <w:pPr>
        <w:pStyle w:val="5"/>
        <w:ind w:left="1985"/>
      </w:pPr>
      <w:r w:rsidRPr="00302586"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:rsidR="004C7764" w:rsidRPr="00C023CC" w:rsidRDefault="004C7764" w:rsidP="004C7764">
      <w:pPr>
        <w:pStyle w:val="5"/>
        <w:ind w:left="1985"/>
      </w:pPr>
      <w:r w:rsidRPr="00C023CC">
        <w:t>получает и передает в адрес председателя ЦЗК обращение субъекта права «вето» по факту неучета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:rsidR="004C7764" w:rsidRDefault="004C7764" w:rsidP="004C7764">
      <w:pPr>
        <w:pStyle w:val="5"/>
        <w:ind w:left="1985"/>
      </w:pPr>
      <w:r w:rsidRPr="00C023CC">
        <w:lastRenderedPageBreak/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(секретарь ЦЗК при проведении закупок в целях реализации системных проектов)</w:t>
      </w:r>
      <w:r w:rsidR="00D37FA7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открытой форме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 xml:space="preserve">извещения </w:t>
      </w:r>
      <w:r w:rsidR="003C1636" w:rsidRPr="00302586">
        <w:t xml:space="preserve">и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 и документацию о закупке;</w:t>
      </w:r>
    </w:p>
    <w:p w:rsidR="00D03A23" w:rsidRPr="00302586" w:rsidRDefault="00D03A23" w:rsidP="004849A8">
      <w:pPr>
        <w:pStyle w:val="6"/>
      </w:pPr>
      <w:r w:rsidRPr="00302586">
        <w:t>утвержденного председателем отказа от проведения закупки;</w:t>
      </w:r>
    </w:p>
    <w:p w:rsidR="00D03A23" w:rsidRPr="00302586" w:rsidRDefault="00D03A23" w:rsidP="004849A8">
      <w:pPr>
        <w:pStyle w:val="6"/>
      </w:pPr>
      <w:r w:rsidRPr="00302586">
        <w:t>протоколов;</w:t>
      </w:r>
    </w:p>
    <w:p w:rsidR="008575DB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закрытой форме </w:t>
      </w:r>
      <w:r w:rsidR="00D03A23" w:rsidRPr="00302586">
        <w:t>на основании ч.</w:t>
      </w:r>
      <w:r w:rsidR="00EA5394" w:rsidRPr="00302586">
        <w:t> </w:t>
      </w:r>
      <w:r w:rsidR="00D03A23" w:rsidRPr="00302586">
        <w:t>16 ст.</w:t>
      </w:r>
      <w:r w:rsidR="00EA5394" w:rsidRPr="00302586">
        <w:t> </w:t>
      </w:r>
      <w:r w:rsidR="00D03A23" w:rsidRPr="00302586">
        <w:t xml:space="preserve">4 Закона 223-ФЗ в соответствии с актом Правительства Российской Федерации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575DB" w:rsidRPr="00302586">
        <w:t>:</w:t>
      </w:r>
    </w:p>
    <w:p w:rsidR="008575DB" w:rsidRPr="00302586" w:rsidRDefault="001F67DA" w:rsidP="004849A8">
      <w:pPr>
        <w:pStyle w:val="6"/>
      </w:pPr>
      <w:r w:rsidRPr="00302586">
        <w:t xml:space="preserve">приглашений к участию в закупке, копий </w:t>
      </w:r>
      <w:r w:rsidR="008575DB" w:rsidRPr="00302586">
        <w:t>утвержденных председателем извещения и документации о закупке, а также разъяснений документации о закупке, изменений в извещение и документацию о закупке потенциальным поставщикам в соответствии с перечнем поставщиков, определенным заказчиком, и порядком, предусмотренным в соответствующей 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:rsidR="003C1636" w:rsidRPr="00302586" w:rsidRDefault="00BE4E3C" w:rsidP="004849A8">
      <w:pPr>
        <w:pStyle w:val="6"/>
      </w:pPr>
      <w:r w:rsidRPr="00302586">
        <w:t xml:space="preserve">копии </w:t>
      </w:r>
      <w:r w:rsidR="003C1636" w:rsidRPr="00302586">
        <w:t>утвержденного председателем</w:t>
      </w:r>
      <w:r w:rsidR="00D37FA7" w:rsidRPr="00302586">
        <w:t xml:space="preserve"> </w:t>
      </w:r>
      <w:r w:rsidR="003C1636" w:rsidRPr="00302586">
        <w:t>отказа от проведения закупки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 и документация о закупке</w:t>
      </w:r>
      <w:r w:rsidR="003C1636" w:rsidRPr="00302586">
        <w:t>;</w:t>
      </w:r>
    </w:p>
    <w:p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 xml:space="preserve">и подписывает их, </w:t>
      </w:r>
      <w:r w:rsidR="005E02F1" w:rsidRPr="00302586">
        <w:t xml:space="preserve">а при </w:t>
      </w:r>
      <w:r w:rsidR="003C44C5" w:rsidRPr="00302586">
        <w:t xml:space="preserve">оформлении протокола </w:t>
      </w:r>
      <w:r w:rsidR="00250F01" w:rsidRPr="00302586">
        <w:t xml:space="preserve">открытия доступа </w:t>
      </w:r>
      <w:r w:rsidR="003C44C5" w:rsidRPr="00302586">
        <w:t xml:space="preserve">к заявкам при </w:t>
      </w:r>
      <w:r w:rsidR="005E02F1" w:rsidRPr="00302586">
        <w:t>проведении закупки в электронной форме способами конкурс, запрос предложений</w:t>
      </w:r>
      <w:r w:rsidR="001B0BB7" w:rsidRPr="00302586">
        <w:t xml:space="preserve"> </w:t>
      </w:r>
      <w:r w:rsidRPr="00302586">
        <w:t xml:space="preserve">обеспечивает </w:t>
      </w:r>
      <w:r w:rsidR="00C542FA" w:rsidRPr="00302586">
        <w:t xml:space="preserve">его </w:t>
      </w:r>
      <w:r w:rsidRPr="00302586">
        <w:t>подписание</w:t>
      </w:r>
      <w:r w:rsidR="005E02F1" w:rsidRPr="00302586">
        <w:t xml:space="preserve"> </w:t>
      </w:r>
      <w:r w:rsidRPr="00302586">
        <w:t xml:space="preserve">не менее чем </w:t>
      </w:r>
      <w:r w:rsidR="00155869" w:rsidRPr="00302586">
        <w:t>2-мя (</w:t>
      </w:r>
      <w:r w:rsidRPr="00302586">
        <w:t>двумя</w:t>
      </w:r>
      <w:r w:rsidR="00155869" w:rsidRPr="00302586">
        <w:t>)</w:t>
      </w:r>
      <w:r w:rsidRPr="00302586">
        <w:t xml:space="preserve"> членами </w:t>
      </w:r>
      <w:r w:rsidR="00D37FA7" w:rsidRPr="00302586">
        <w:t>ЗК</w:t>
      </w:r>
      <w:r w:rsidR="003C44C5" w:rsidRPr="00302586">
        <w:t>, присутствующими на процедуре открытия доступа,</w:t>
      </w:r>
      <w:r w:rsidRPr="00302586">
        <w:t xml:space="preserve"> не </w:t>
      </w:r>
      <w:r w:rsidR="00967BE9" w:rsidRPr="00302586">
        <w:t xml:space="preserve">позднее </w:t>
      </w:r>
      <w:r w:rsidRPr="00302586">
        <w:t>следующего рабочего дня после проведения</w:t>
      </w:r>
      <w:r w:rsidR="003C44C5" w:rsidRPr="00302586">
        <w:t xml:space="preserve"> данной</w:t>
      </w:r>
      <w:r w:rsidRPr="00302586">
        <w:t xml:space="preserve"> процедуры;</w:t>
      </w:r>
    </w:p>
    <w:p w:rsidR="008575DB" w:rsidRPr="00302586" w:rsidRDefault="003C1636" w:rsidP="004849A8">
      <w:pPr>
        <w:pStyle w:val="5"/>
        <w:ind w:left="1985"/>
      </w:pPr>
      <w:r w:rsidRPr="00302586">
        <w:t>в случае проведения закупки в бумажной форме</w:t>
      </w:r>
      <w:r w:rsidR="008575DB" w:rsidRPr="00302586">
        <w:t>:</w:t>
      </w:r>
    </w:p>
    <w:p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:rsidR="003C1636" w:rsidRPr="00302586" w:rsidRDefault="005E02F1" w:rsidP="004849A8">
      <w:pPr>
        <w:pStyle w:val="6"/>
      </w:pPr>
      <w:r w:rsidRPr="00302586">
        <w:lastRenderedPageBreak/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:rsidR="003C1636" w:rsidRPr="0030258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</w:p>
    <w:p w:rsidR="003C1636" w:rsidRPr="00302586" w:rsidRDefault="00336F56" w:rsidP="004849A8">
      <w:pPr>
        <w:pStyle w:val="5"/>
        <w:ind w:left="1985"/>
      </w:pPr>
      <w:r w:rsidRPr="00302586">
        <w:t xml:space="preserve">в установленных в 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:rsidR="003C1636" w:rsidRPr="00302586" w:rsidRDefault="00B10376" w:rsidP="004849A8">
      <w:pPr>
        <w:pStyle w:val="5"/>
        <w:ind w:left="1985"/>
      </w:pPr>
      <w:r w:rsidRPr="00302586">
        <w:t xml:space="preserve">обеспечивает проверку осуществления </w:t>
      </w:r>
      <w:r w:rsidR="003C1636" w:rsidRPr="00302586">
        <w:t>подготовк</w:t>
      </w:r>
      <w:r w:rsidRPr="00302586">
        <w:t>и</w:t>
      </w:r>
      <w:r w:rsidR="003C1636" w:rsidRPr="00302586">
        <w:t xml:space="preserve"> документов для возврата заявок, поданных после указанных в документации о закупке даты и времени приема заявок;</w:t>
      </w:r>
    </w:p>
    <w:p w:rsidR="003C1636" w:rsidRPr="00302586" w:rsidRDefault="005E02F1" w:rsidP="004849A8">
      <w:pPr>
        <w:pStyle w:val="5"/>
        <w:ind w:left="1985"/>
      </w:pPr>
      <w:r w:rsidRPr="00302586">
        <w:t>обеспечивает направление на</w:t>
      </w:r>
      <w:r w:rsidR="00E33E93" w:rsidRPr="00302586">
        <w:t xml:space="preserve"> архивное хранение всех документов и материалов, сформированных и полученных ЗК</w:t>
      </w:r>
      <w:r w:rsidR="009A56F4" w:rsidRPr="00302586">
        <w:t xml:space="preserve"> </w:t>
      </w:r>
      <w:r w:rsidR="00E33E93" w:rsidRPr="00302586">
        <w:t>при подготовке и в процессе проведения закупки</w:t>
      </w:r>
      <w:r w:rsidR="007F5367" w:rsidRPr="00302586">
        <w:t>.</w:t>
      </w:r>
    </w:p>
    <w:p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3" w:name="_Ref422253773"/>
      <w:bookmarkStart w:id="294" w:name="_Toc443051977"/>
      <w:bookmarkStart w:id="295" w:name="_Toc422429814"/>
      <w:bookmarkStart w:id="296" w:name="_Ref416256740"/>
      <w:bookmarkStart w:id="297" w:name="_Toc417909028"/>
      <w:bookmarkStart w:id="298" w:name="_Toc443051053"/>
      <w:bookmarkStart w:id="299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3"/>
      <w:bookmarkEnd w:id="294"/>
      <w:bookmarkEnd w:id="295"/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 и документации о закупке, так и на любом этапе проведения закупки.</w:t>
      </w:r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:rsidR="00064B58" w:rsidRPr="00F64B3C" w:rsidRDefault="00064B58" w:rsidP="00064B58">
      <w:pPr>
        <w:pStyle w:val="5"/>
        <w:ind w:left="1985"/>
      </w:pPr>
      <w:r w:rsidRPr="00F64B3C">
        <w:t>утверждения извещения и документации о закупке – до момента официального размещения в соответствии с п. 3.1. Положения о закупке утвержденных извещения и документации о закупке;</w:t>
      </w:r>
    </w:p>
    <w:p w:rsidR="00064B58" w:rsidRPr="00F64B3C" w:rsidRDefault="00064B58" w:rsidP="00064B58">
      <w:pPr>
        <w:pStyle w:val="5"/>
        <w:ind w:left="1985"/>
      </w:pPr>
      <w:r w:rsidRPr="00F64B3C"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:rsidR="00064B58" w:rsidRPr="00F64B3C" w:rsidRDefault="00064B58" w:rsidP="00064B58">
      <w:pPr>
        <w:pStyle w:val="5"/>
        <w:ind w:left="1985"/>
      </w:pPr>
      <w:r w:rsidRPr="00F64B3C">
        <w:t xml:space="preserve">принятия решения об отказе от проведения закупки – до момента официального размещения в соответствии с п. 3.1. Положения о закупке оформленного решения об </w:t>
      </w:r>
      <w:r w:rsidRPr="00F64B3C">
        <w:lastRenderedPageBreak/>
        <w:t>отказе от проведения закупки (или, в случае проведения закупки в закрытой форме, до момента его направления потенциальным поставщикам).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0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300"/>
      <w:bookmarkEnd w:id="296"/>
      <w:bookmarkEnd w:id="297"/>
      <w:bookmarkEnd w:id="298"/>
      <w:bookmarkEnd w:id="299"/>
    </w:p>
    <w:p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:rsidR="003C1636" w:rsidRPr="00302586" w:rsidRDefault="003C1636" w:rsidP="004849A8">
      <w:pPr>
        <w:pStyle w:val="5"/>
        <w:ind w:left="1985"/>
      </w:pPr>
      <w:r w:rsidRPr="00302586">
        <w:t>экспертиза документации о закупке, в том числе антикоррупционная;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>производства в случае, если соответствующие требования были установлены в документации о закупке</w:t>
      </w:r>
      <w:r w:rsidR="006F36B9" w:rsidRPr="00302586">
        <w:t>;</w:t>
      </w:r>
    </w:p>
    <w:p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1" w:name="_Ref416256752"/>
      <w:bookmarkStart w:id="302" w:name="_Ref417908549"/>
      <w:bookmarkStart w:id="303" w:name="_Toc417909029"/>
      <w:bookmarkStart w:id="304" w:name="_Toc443051054"/>
      <w:bookmarkStart w:id="305" w:name="_Toc422420124"/>
      <w:r w:rsidRPr="00302586">
        <w:t xml:space="preserve">Приглашение сторонних лиц на заседания </w:t>
      </w:r>
      <w:bookmarkEnd w:id="301"/>
      <w:r w:rsidR="003123D4" w:rsidRPr="00302586">
        <w:t>ЗК</w:t>
      </w:r>
      <w:bookmarkEnd w:id="302"/>
      <w:bookmarkEnd w:id="303"/>
      <w:bookmarkEnd w:id="304"/>
      <w:bookmarkEnd w:id="305"/>
    </w:p>
    <w:p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:rsidR="0065359B" w:rsidRDefault="0065359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На проведение заседаний ЦЗК по вопросу рассмотрения сводных плановых показателей закупочной деятельности и отчетов об их исполнении</w:t>
      </w:r>
      <w:r w:rsidRPr="00C023CC">
        <w:rPr>
          <w:b w:val="0"/>
        </w:rPr>
        <w:t xml:space="preserve"> на заседание ЦЗК в обязательном порядке приглашаются представители ГО (ХК) ИС</w:t>
      </w:r>
      <w:r>
        <w:rPr>
          <w:b w:val="0"/>
        </w:rPr>
        <w:t>.</w:t>
      </w:r>
    </w:p>
    <w:p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корректировок РПЗ, плановых показателей закупочной деятельности,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6" w:name="_Toc417909030"/>
      <w:bookmarkStart w:id="307" w:name="_Toc443051055"/>
      <w:bookmarkStart w:id="308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6"/>
      <w:bookmarkEnd w:id="307"/>
      <w:bookmarkEnd w:id="308"/>
    </w:p>
    <w:p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>требований 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 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9" w:name="_Toc417909031"/>
      <w:bookmarkStart w:id="310" w:name="_Ref419211803"/>
      <w:bookmarkStart w:id="311" w:name="_Toc443051056"/>
      <w:bookmarkStart w:id="312" w:name="_Toc422420126"/>
      <w:r w:rsidRPr="00302586">
        <w:t xml:space="preserve">Порядок работы </w:t>
      </w:r>
      <w:r w:rsidR="005C5D2D" w:rsidRPr="00302586">
        <w:t>ЗК</w:t>
      </w:r>
      <w:bookmarkEnd w:id="309"/>
      <w:bookmarkEnd w:id="310"/>
      <w:bookmarkEnd w:id="311"/>
      <w:bookmarkEnd w:id="312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 xml:space="preserve">в </w:t>
      </w:r>
      <w:r w:rsidR="001E1774" w:rsidRPr="00F169BE">
        <w:rPr>
          <w:b w:val="0"/>
        </w:rPr>
        <w:t>в очной, очно-заочной или заочной форме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3" w:name="_Ref417662083"/>
      <w:r w:rsidRPr="00302586">
        <w:rPr>
          <w:b w:val="0"/>
        </w:rPr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3"/>
    </w:p>
    <w:p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22130722"/>
      <w:r w:rsidRPr="00302586">
        <w:rPr>
          <w:b w:val="0"/>
        </w:rPr>
        <w:lastRenderedPageBreak/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4"/>
    </w:p>
    <w:p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ЗК, включая переменного члена коми</w:t>
      </w:r>
      <w:r>
        <w:rPr>
          <w:b w:val="0"/>
        </w:rPr>
        <w:t>с</w:t>
      </w:r>
      <w:r w:rsidRPr="008D4746">
        <w:rPr>
          <w:b w:val="0"/>
        </w:rPr>
        <w:t>сии. Правомочность принятия решения: решение считается принятым, если за его принятие проголосовало не менее половины участвовавших в заседании членов ЗК, включая переменного члена комиссии.</w:t>
      </w:r>
    </w:p>
    <w:p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ЗК, включая переменного члена комиссии.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включая переменного члена комиссии, в том числе путем предоставления листов голосования.</w:t>
      </w:r>
    </w:p>
    <w:p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5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5"/>
    </w:p>
    <w:p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>При проведении закупок в закрытой форме на основании ч. 16 ст. 4 Закона 223-ФЗ в соответствии с актом Правительства Российской Федерации (для заказчиков I группы) либо в случаях, предусмотренных в п.</w:t>
      </w:r>
      <w:r w:rsidRPr="00150E5D">
        <w:rPr>
          <w:b w:val="0"/>
        </w:rPr>
        <w:t xml:space="preserve"> 7.2.5.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>При проведении процедуры вскрытия конвертов с заявками на участие в открытом конкурсе, в отрытом запросе предложений, в открытом запросе котировок,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170EB">
        <w:rPr>
          <w:b w:val="0"/>
        </w:rPr>
        <w:t xml:space="preserve"> закупок в электронной форме следующими способами:</w:t>
      </w:r>
      <w:r w:rsidRPr="00302586">
        <w:rPr>
          <w:b w:val="0"/>
        </w:rPr>
        <w:t xml:space="preserve"> конкурс, аукцион, запрос предложений, запрос котировок.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 приемлемым, субъект права «вето» перед началом голосования по данному вопросу:</w:t>
      </w:r>
    </w:p>
    <w:p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>(одного) рабочего дня после получения результатов голосования принимает решение по вопросу заседания и, при необходимости, применяет право «вето», информацию о чем с необходимыми документами в тот же день передает секретарю.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6" w:name="_Ref422256347"/>
      <w:r w:rsidRPr="00F64B3C">
        <w:rPr>
          <w:b w:val="0"/>
        </w:rPr>
        <w:t>В случае применения права «вето» председатель:</w:t>
      </w:r>
      <w:bookmarkEnd w:id="316"/>
    </w:p>
    <w:p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A769D5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:rsidR="00150E5D" w:rsidRPr="00F64B3C" w:rsidRDefault="00150E5D" w:rsidP="00150E5D">
      <w:pPr>
        <w:pStyle w:val="5"/>
        <w:ind w:left="1985"/>
      </w:pPr>
      <w:bookmarkStart w:id="317" w:name="_Ref419277357"/>
      <w:r w:rsidRPr="00F64B3C">
        <w:t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решение об отказе от проведения закупки, в процессе проведения которой было применено право «вето», либо о принятии решения без учета позиции субъекта права «вето».</w:t>
      </w:r>
      <w:bookmarkEnd w:id="317"/>
    </w:p>
    <w:p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11.20(2)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</w:p>
    <w:p w:rsidR="000F6346" w:rsidRPr="00302586" w:rsidRDefault="000F6346" w:rsidP="000F6346">
      <w:pPr>
        <w:pStyle w:val="2"/>
        <w:numPr>
          <w:ilvl w:val="0"/>
          <w:numId w:val="2"/>
        </w:numPr>
      </w:pPr>
      <w:bookmarkStart w:id="318" w:name="_Toc422338696"/>
      <w:bookmarkStart w:id="319" w:name="_Toc443051057"/>
      <w:bookmarkStart w:id="320" w:name="_Toc422420127"/>
      <w:bookmarkStart w:id="321" w:name="_Toc417909032"/>
      <w:r w:rsidRPr="00302586">
        <w:lastRenderedPageBreak/>
        <w:t>Порядок подписания протоколов</w:t>
      </w:r>
      <w:bookmarkEnd w:id="318"/>
      <w:bookmarkEnd w:id="319"/>
      <w:bookmarkEnd w:id="320"/>
    </w:p>
    <w:p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:rsidR="000F6346" w:rsidRPr="00A170EB" w:rsidRDefault="00A170EB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2" w:name="_Ref422419829"/>
      <w:r>
        <w:rPr>
          <w:b w:val="0"/>
        </w:rPr>
        <w:t>При проведении в электронной форме конкурса, запроса предложений</w:t>
      </w:r>
      <w:r w:rsidRPr="00A170EB">
        <w:rPr>
          <w:b w:val="0"/>
        </w:rPr>
        <w:t xml:space="preserve"> п</w:t>
      </w:r>
      <w:r w:rsidR="000F6346" w:rsidRPr="00A170EB">
        <w:rPr>
          <w:b w:val="0"/>
        </w:rPr>
        <w:t>ротокол открытия доступа к поданным заявкам подписывается не менее чем 2-мя (двумя) членами ЗК и секретарем не позднее следующего рабочего дня после проведения процедуры открытия доступа.</w:t>
      </w:r>
      <w:bookmarkEnd w:id="322"/>
    </w:p>
    <w:p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предложений, запроса котировок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3"/>
    </w:p>
    <w:p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протоколы заседания по открытию доступа к поданным заявкам и/или вскрытию конвертов с заявками</w:t>
      </w:r>
      <w:r>
        <w:t>;</w:t>
      </w:r>
    </w:p>
    <w:p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8"/>
      <w:bookmarkEnd w:id="324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6" w:name="_Toc422420128"/>
      <w:bookmarkStart w:id="327" w:name="_Toc422420129"/>
      <w:bookmarkStart w:id="328" w:name="_Toc422420130"/>
      <w:bookmarkStart w:id="329" w:name="_Toc422420131"/>
      <w:bookmarkStart w:id="330" w:name="_Toc422420132"/>
      <w:bookmarkStart w:id="331" w:name="_Toc443051058"/>
      <w:bookmarkStart w:id="332" w:name="_Toc422420133"/>
      <w:bookmarkEnd w:id="325"/>
      <w:bookmarkEnd w:id="326"/>
      <w:bookmarkEnd w:id="327"/>
      <w:bookmarkEnd w:id="328"/>
      <w:bookmarkEnd w:id="329"/>
      <w:bookmarkEnd w:id="330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1"/>
      <w:bookmarkEnd w:id="332"/>
    </w:p>
    <w:p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3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3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4" w:name="_Ref422160850"/>
      <w:bookmarkStart w:id="335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>заместитель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4"/>
      <w:r w:rsidR="00A5688F" w:rsidRPr="00302586">
        <w:rPr>
          <w:b w:val="0"/>
        </w:rPr>
        <w:t>.</w:t>
      </w:r>
      <w:bookmarkEnd w:id="335"/>
    </w:p>
    <w:p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</w:t>
      </w:r>
      <w:r w:rsidR="00A5688F" w:rsidRPr="00302586">
        <w:rPr>
          <w:b w:val="0"/>
        </w:rPr>
        <w:t>остав ЗК, формируемой согласно п.</w:t>
      </w:r>
      <w:r w:rsidR="00A769D5">
        <w:rPr>
          <w:b w:val="0"/>
        </w:rPr>
        <w:t xml:space="preserve"> 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13.2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>е допускается проведение аудиозаписи, фото- и видео- съемки.</w:t>
      </w:r>
    </w:p>
    <w:p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1"/>
    </w:p>
    <w:p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6" w:name="_Toc419387263"/>
      <w:bookmarkStart w:id="337" w:name="_Ref422137027"/>
      <w:bookmarkStart w:id="338" w:name="_Ref422253578"/>
      <w:bookmarkStart w:id="339" w:name="_Toc443051984"/>
      <w:bookmarkStart w:id="340" w:name="_Toc422429821"/>
      <w:bookmarkStart w:id="341" w:name="_Toc417909062"/>
      <w:r w:rsidRPr="00F64B3C">
        <w:t>Особенности формирования ЗК, принимающей решения в области закупок услуг аудита</w:t>
      </w:r>
      <w:bookmarkEnd w:id="336"/>
      <w:bookmarkEnd w:id="337"/>
      <w:bookmarkEnd w:id="338"/>
      <w:bookmarkEnd w:id="339"/>
      <w:bookmarkEnd w:id="340"/>
    </w:p>
    <w:bookmarkEnd w:id="341"/>
    <w:p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2" w:name="_Toc422167100"/>
      <w:bookmarkStart w:id="343" w:name="_Toc418003099"/>
      <w:bookmarkStart w:id="344" w:name="_Toc418003198"/>
      <w:bookmarkStart w:id="345" w:name="_Toc418004431"/>
      <w:bookmarkStart w:id="346" w:name="_Toc418012304"/>
      <w:bookmarkStart w:id="347" w:name="_Toc418012827"/>
      <w:bookmarkStart w:id="348" w:name="_Toc418012995"/>
      <w:bookmarkStart w:id="349" w:name="_Toc418093541"/>
      <w:bookmarkStart w:id="350" w:name="_Toc422167114"/>
      <w:bookmarkStart w:id="351" w:name="_Toc422167115"/>
      <w:bookmarkStart w:id="352" w:name="_Toc422167116"/>
      <w:bookmarkStart w:id="353" w:name="_Toc422167117"/>
      <w:bookmarkStart w:id="354" w:name="_Toc422167118"/>
      <w:bookmarkStart w:id="355" w:name="_Toc422167119"/>
      <w:bookmarkStart w:id="356" w:name="_Toc422167120"/>
      <w:bookmarkStart w:id="357" w:name="_Toc422167121"/>
      <w:bookmarkStart w:id="358" w:name="_Toc422167122"/>
      <w:bookmarkStart w:id="359" w:name="_Toc418003105"/>
      <w:bookmarkStart w:id="360" w:name="_Toc418003204"/>
      <w:bookmarkStart w:id="361" w:name="_Toc418004437"/>
      <w:bookmarkStart w:id="362" w:name="_Toc418012310"/>
      <w:bookmarkStart w:id="363" w:name="_Toc418012833"/>
      <w:bookmarkStart w:id="364" w:name="_Toc418013001"/>
      <w:bookmarkStart w:id="365" w:name="_Toc418093547"/>
      <w:bookmarkStart w:id="366" w:name="_Toc422167127"/>
      <w:bookmarkStart w:id="367" w:name="_Toc422141596"/>
      <w:bookmarkStart w:id="368" w:name="_Toc422144308"/>
      <w:bookmarkStart w:id="369" w:name="_Toc422167132"/>
      <w:bookmarkStart w:id="370" w:name="_Toc418012320"/>
      <w:bookmarkStart w:id="371" w:name="_Toc418012843"/>
      <w:bookmarkStart w:id="372" w:name="_Toc418013011"/>
      <w:bookmarkStart w:id="373" w:name="_Toc418093557"/>
      <w:bookmarkStart w:id="374" w:name="_Toc422167144"/>
      <w:bookmarkStart w:id="375" w:name="_Toc422167146"/>
      <w:bookmarkStart w:id="376" w:name="_Toc422167147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Pr="00302586">
        <w:rPr>
          <w:b/>
          <w:szCs w:val="28"/>
        </w:rPr>
        <w:lastRenderedPageBreak/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 xml:space="preserve">и обязанности, предусмотренные Единым Положением о закупке Государственной корпорации «Ростех»,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Корпорации</w:t>
      </w:r>
      <w:r w:rsidRPr="00302586">
        <w:rPr>
          <w:rFonts w:cs="Courier New"/>
          <w:szCs w:val="28"/>
        </w:rPr>
        <w:t xml:space="preserve"> 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законодательством, 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Единым Положением о закупке Государственной корпорации «Ростех»,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комиссии»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Pr="00302586">
        <w:rPr>
          <w:szCs w:val="28"/>
        </w:rPr>
        <w:t>;</w:t>
      </w:r>
    </w:p>
    <w:p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7" w:name="_Ref422162866"/>
      <w:r w:rsidRPr="00302586">
        <w:rPr>
          <w:rFonts w:cs="Courier New"/>
          <w:szCs w:val="28"/>
        </w:rPr>
        <w:t>Уведомляю, что я:</w:t>
      </w:r>
      <w:bookmarkEnd w:id="377"/>
    </w:p>
    <w:p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t xml:space="preserve">не являюсь физическим лицом, лично заинтересованным в результатах определения поставщиков, в том числе физическим лицом, подавшим заявку на участие в закупке или </w:t>
      </w:r>
      <w:r w:rsidRPr="00302586">
        <w:rPr>
          <w:rFonts w:cs="Proxima Nova ExCn Rg"/>
          <w:bCs/>
          <w:szCs w:val="28"/>
        </w:rPr>
        <w:lastRenderedPageBreak/>
        <w:t>состоящим в штате организаций, подавших данные заявки,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1C9" w:rsidRDefault="00CD11C9">
      <w:r>
        <w:separator/>
      </w:r>
    </w:p>
  </w:endnote>
  <w:endnote w:type="continuationSeparator" w:id="0">
    <w:p w:rsidR="00CD11C9" w:rsidRDefault="00CD11C9">
      <w:r>
        <w:continuationSeparator/>
      </w:r>
    </w:p>
  </w:endnote>
  <w:endnote w:type="continuationNotice" w:id="1">
    <w:p w:rsidR="00CD11C9" w:rsidRDefault="00CD1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D02263"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D02263">
      <w:rPr>
        <w:noProof/>
      </w:rPr>
      <w:t>18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1C9" w:rsidRDefault="00CD11C9">
      <w:r>
        <w:separator/>
      </w:r>
    </w:p>
  </w:footnote>
  <w:footnote w:type="continuationSeparator" w:id="0">
    <w:p w:rsidR="00CD11C9" w:rsidRDefault="00CD11C9">
      <w:r>
        <w:continuationSeparator/>
      </w:r>
    </w:p>
  </w:footnote>
  <w:footnote w:type="continuationNotice" w:id="1">
    <w:p w:rsidR="00CD11C9" w:rsidRDefault="00CD11C9"/>
  </w:footnote>
  <w:footnote w:id="2">
    <w:p w:rsidR="00CD11C9" w:rsidRPr="0022201E" w:rsidRDefault="00CD11C9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Pr="00166C0A" w:rsidRDefault="00CD11C9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Pr="00166C0A" w:rsidRDefault="00CD11C9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trackRevisions/>
  <w:defaultTabStop w:val="708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93"/>
    <w:rsid w:val="00D75ECA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5E8D-B4BB-45D4-ADAD-4E865BD07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5F66D2-E5F3-470C-A9DA-E490B728AB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CDDF20-F4C6-495E-8800-C68FC737AA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1CFE8FA-01A3-424D-B10D-E526C357A8DB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d74711da-d36c-457d-8d62-0a93a8b2660a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7.xml><?xml version="1.0" encoding="utf-8"?>
<ds:datastoreItem xmlns:ds="http://schemas.openxmlformats.org/officeDocument/2006/customXml" ds:itemID="{CF9386D1-385B-47BA-B715-7AC1C7E3160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2074F45-91F7-4F5B-A5DA-82146FDEED5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A1AF8FC-CE07-41BC-80A3-8C6D04DAC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0</TotalTime>
  <Pages>18</Pages>
  <Words>6089</Words>
  <Characters>34709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40717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Плиопайте Вилия Антано</cp:lastModifiedBy>
  <cp:revision>2</cp:revision>
  <cp:lastPrinted>2015-07-02T11:32:00Z</cp:lastPrinted>
  <dcterms:created xsi:type="dcterms:W3CDTF">2016-10-25T09:07:00Z</dcterms:created>
  <dcterms:modified xsi:type="dcterms:W3CDTF">2016-10-25T09:07:00Z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